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34DED0A-54EE-46DD-A27D-07F0EFBBA509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